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0DECAB3A"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7E6064" w:rsidRPr="007E6064">
        <w:rPr>
          <w:rFonts w:eastAsiaTheme="minorHAnsi"/>
          <w:lang w:val="en-GB"/>
        </w:rPr>
        <w:t>83494400</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82CBAC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3</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4A1A4EF"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C18B1">
        <w:rPr>
          <w:rFonts w:cs="Arial"/>
          <w:lang w:val="en-GB"/>
        </w:rPr>
        <w:t>4</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1B4371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C18B1">
        <w:rPr>
          <w:b w:val="0"/>
          <w:lang w:val="en-GB"/>
        </w:rPr>
        <w:t>2</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2B4AA22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Peatland characteristics inventory</w:t>
      </w:r>
      <w:r w:rsidRPr="003F2462">
        <w:rPr>
          <w:b w:val="0"/>
          <w:lang w:val="en-GB"/>
        </w:rPr>
        <w:fldChar w:fldCharType="end"/>
      </w:r>
    </w:p>
    <w:p w14:paraId="1E565595" w14:textId="0E4D2A3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Kalimantan, 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10280" w14:textId="77777777" w:rsidR="00DE5CC2" w:rsidRDefault="00DE5CC2" w:rsidP="00A637D0">
      <w:r>
        <w:separator/>
      </w:r>
    </w:p>
  </w:endnote>
  <w:endnote w:type="continuationSeparator" w:id="0">
    <w:p w14:paraId="7E96F5CF" w14:textId="77777777" w:rsidR="00DE5CC2" w:rsidRDefault="00DE5CC2"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A3E71" w14:textId="77777777" w:rsidR="00DE5CC2" w:rsidRDefault="00DE5CC2" w:rsidP="00A637D0">
      <w:r>
        <w:separator/>
      </w:r>
    </w:p>
  </w:footnote>
  <w:footnote w:type="continuationSeparator" w:id="0">
    <w:p w14:paraId="07ED01BF" w14:textId="77777777" w:rsidR="00DE5CC2" w:rsidRDefault="00DE5CC2"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61BEE"/>
    <w:rsid w:val="00487871"/>
    <w:rsid w:val="004D3552"/>
    <w:rsid w:val="005600F0"/>
    <w:rsid w:val="005871F6"/>
    <w:rsid w:val="005C631F"/>
    <w:rsid w:val="005E2F52"/>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1840</Words>
  <Characters>10488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32</cp:revision>
  <cp:lastPrinted>2018-02-16T12:47:00Z</cp:lastPrinted>
  <dcterms:created xsi:type="dcterms:W3CDTF">2024-03-12T09:59:00Z</dcterms:created>
  <dcterms:modified xsi:type="dcterms:W3CDTF">2025-07-27T04:10:00Z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